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589EDC3B" w:rsidR="00F1480E" w:rsidRPr="00856066" w:rsidRDefault="00F1480E" w:rsidP="008560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6066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856066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1B8BA413" w:rsidR="00F1480E" w:rsidRPr="00E05585" w:rsidRDefault="00F1480E" w:rsidP="001325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5585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E05585" w:rsidRPr="00E05585">
              <w:t>AHC Agriculture, Horticulture and Conservation and Land Management</w:t>
            </w:r>
            <w:r w:rsidR="00E05585" w:rsidRPr="00E05585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E05585">
              <w:rPr>
                <w:rStyle w:val="SITemporarytext-blue"/>
                <w:color w:val="auto"/>
                <w:sz w:val="20"/>
              </w:rPr>
              <w:t>Training</w:t>
            </w:r>
            <w:r w:rsidRPr="00E05585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13254D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13254D" w:rsidRPr="0013254D">
              <w:rPr>
                <w:rStyle w:val="SITemporarytext-blue"/>
                <w:color w:val="auto"/>
                <w:sz w:val="20"/>
              </w:rPr>
              <w:t>9</w:t>
            </w:r>
            <w:r w:rsidR="00337E82" w:rsidRPr="0013254D">
              <w:rPr>
                <w:rStyle w:val="SITemporarytext-blue"/>
                <w:color w:val="auto"/>
                <w:sz w:val="20"/>
              </w:rPr>
              <w:t>.0</w:t>
            </w:r>
            <w:r w:rsidRPr="0013254D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0DBBC52C" w:rsidR="00F1480E" w:rsidRPr="00205F8D" w:rsidRDefault="00D67242" w:rsidP="00205F8D">
            <w:pPr>
              <w:pStyle w:val="SIQUALCODE"/>
            </w:pPr>
            <w:r>
              <w:t>AHC</w:t>
            </w:r>
            <w:r w:rsidR="009B5654">
              <w:t>4</w:t>
            </w:r>
            <w:r w:rsidR="00B576AE">
              <w:t>04</w:t>
            </w:r>
            <w:r w:rsidR="00E05585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31BB5DCC" w:rsidR="00F1480E" w:rsidRPr="00205F8D" w:rsidRDefault="009B5654" w:rsidP="00205F8D">
            <w:pPr>
              <w:pStyle w:val="SIQUALtitle"/>
            </w:pPr>
            <w:r w:rsidRPr="009B5654">
              <w:t>Certificate IV in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4CC95ECA" w14:textId="6164B4D6" w:rsidR="00271A28" w:rsidRDefault="006F59F4" w:rsidP="00856066">
            <w:pPr>
              <w:pStyle w:val="SIText"/>
            </w:pPr>
            <w:r w:rsidRPr="006F59F4">
              <w:t xml:space="preserve">This qualification </w:t>
            </w:r>
            <w:r w:rsidR="00271A28">
              <w:t>describes the skills and knowledge for supervisory job roles in the horticulture industry.</w:t>
            </w:r>
          </w:p>
          <w:p w14:paraId="44854017" w14:textId="77777777" w:rsidR="00271A28" w:rsidRDefault="00271A28" w:rsidP="00856066">
            <w:pPr>
              <w:pStyle w:val="SIText"/>
            </w:pPr>
          </w:p>
          <w:p w14:paraId="6C1C5A01" w14:textId="68616752" w:rsidR="006F59F4" w:rsidRDefault="00271A28" w:rsidP="00856066">
            <w:pPr>
              <w:pStyle w:val="SIText"/>
            </w:pPr>
            <w:r>
              <w:t>I</w:t>
            </w:r>
            <w:r w:rsidR="006F59F4" w:rsidRPr="006F59F4">
              <w:t xml:space="preserve">ndividuals </w:t>
            </w:r>
            <w:r>
              <w:t>with this qualification will perform tasks involving technical</w:t>
            </w:r>
            <w:r w:rsidR="006F59F4" w:rsidRPr="006F59F4">
              <w:t xml:space="preserve"> skills and </w:t>
            </w:r>
            <w:r>
              <w:t>supervisory skills to operate, monitor and improve performance of horticultural systems and projects, and may supervise staff.</w:t>
            </w:r>
          </w:p>
          <w:p w14:paraId="7BC592AC" w14:textId="6598C12D" w:rsidR="00212D1B" w:rsidRDefault="00212D1B" w:rsidP="00856066">
            <w:pPr>
              <w:pStyle w:val="SIText"/>
            </w:pPr>
          </w:p>
          <w:p w14:paraId="3037BC62" w14:textId="1F010817" w:rsidR="00212D1B" w:rsidRPr="006F59F4" w:rsidRDefault="009E22ED" w:rsidP="00856066">
            <w:pPr>
              <w:pStyle w:val="SIText"/>
            </w:pPr>
            <w:r>
              <w:t>This</w:t>
            </w:r>
            <w:r w:rsidRPr="009E22ED">
              <w:t xml:space="preserve"> qualification applies to individuals with existing </w:t>
            </w:r>
            <w:r>
              <w:t>hor</w:t>
            </w:r>
            <w:r w:rsidR="009E7EC0">
              <w:t>t</w:t>
            </w:r>
            <w:r w:rsidRPr="009E22ED">
              <w:t xml:space="preserve">iculture industry experience and technical skills and knowledge gained through training or employment specifically in the </w:t>
            </w:r>
            <w:r w:rsidR="009E7EC0">
              <w:t>hort</w:t>
            </w:r>
            <w:r w:rsidRPr="009E22ED">
              <w:t>iculture industry</w:t>
            </w:r>
            <w:r w:rsidR="00B361D2">
              <w:t>.</w:t>
            </w:r>
          </w:p>
          <w:p w14:paraId="42D2A9DD" w14:textId="77777777" w:rsidR="00F817EB" w:rsidRDefault="00F817EB" w:rsidP="00F817EB">
            <w:pPr>
              <w:pStyle w:val="SIText"/>
            </w:pPr>
          </w:p>
          <w:p w14:paraId="26CB4ED1" w14:textId="77777777" w:rsidR="00F817EB" w:rsidRPr="00F817EB" w:rsidRDefault="00F817EB" w:rsidP="00F817EB">
            <w:pPr>
              <w:pStyle w:val="SIText"/>
            </w:pPr>
            <w:r>
              <w:t xml:space="preserve">Work must comply with health and safety and environmental </w:t>
            </w:r>
            <w:r w:rsidRPr="00F817EB">
              <w:t>regulations and legislation that apply to the workplace.</w:t>
            </w:r>
          </w:p>
          <w:p w14:paraId="4647F0E6" w14:textId="77777777" w:rsidR="006F59F4" w:rsidRDefault="006F59F4" w:rsidP="00856066">
            <w:pPr>
              <w:pStyle w:val="SIText"/>
            </w:pPr>
          </w:p>
          <w:p w14:paraId="17D9FEF5" w14:textId="6AF59735" w:rsidR="00D67242" w:rsidRPr="00205F8D" w:rsidRDefault="006F59F4" w:rsidP="00856066">
            <w:pPr>
              <w:pStyle w:val="SIText"/>
            </w:pPr>
            <w:r w:rsidRPr="006F59F4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64A3794E" w:rsidR="001F28F9" w:rsidRPr="008908DE" w:rsidRDefault="00856837" w:rsidP="00856066">
            <w:pPr>
              <w:pStyle w:val="SIText"/>
            </w:pPr>
            <w:r w:rsidRPr="0028003F">
              <w:t>T</w:t>
            </w:r>
            <w:r w:rsidR="00212D1B">
              <w:t>here are no entry requirements for this qualification</w:t>
            </w:r>
            <w:r w:rsidR="004B2A2B" w:rsidRPr="00205F8D">
              <w:t>.</w:t>
            </w:r>
          </w:p>
        </w:tc>
      </w:tr>
      <w:tr w:rsidR="004270D2" w:rsidRPr="00963A46" w14:paraId="29A707A4" w14:textId="77777777" w:rsidTr="00856066">
        <w:trPr>
          <w:trHeight w:val="4243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5C0DBDEC" w14:textId="77777777" w:rsidR="000D73BF" w:rsidRPr="000D73BF" w:rsidRDefault="000D73BF" w:rsidP="00856066">
            <w:pPr>
              <w:pStyle w:val="SIText"/>
            </w:pPr>
            <w:r w:rsidRPr="000D73BF">
              <w:t>To achieve this qualification, competency must be demonstrated in:</w:t>
            </w:r>
          </w:p>
          <w:p w14:paraId="163BFA80" w14:textId="5DA73E39" w:rsidR="000D73BF" w:rsidRPr="000D73BF" w:rsidRDefault="000D73BF" w:rsidP="000D73BF">
            <w:pPr>
              <w:pStyle w:val="SIBulletList1"/>
            </w:pPr>
            <w:r w:rsidRPr="000D73BF">
              <w:t>1</w:t>
            </w:r>
            <w:r w:rsidR="006F59F4">
              <w:t>2</w:t>
            </w:r>
            <w:r w:rsidRPr="000D73BF">
              <w:t xml:space="preserve"> units of competency:</w:t>
            </w:r>
          </w:p>
          <w:p w14:paraId="1605CC55" w14:textId="6F7A7199" w:rsidR="000D73BF" w:rsidRPr="000D73BF" w:rsidRDefault="00A57039" w:rsidP="000D73BF">
            <w:pPr>
              <w:pStyle w:val="SIBulletList2"/>
            </w:pPr>
            <w:r>
              <w:t>4</w:t>
            </w:r>
            <w:r w:rsidR="000D73BF" w:rsidRPr="000D73BF">
              <w:t xml:space="preserve"> core unit plus</w:t>
            </w:r>
          </w:p>
          <w:p w14:paraId="777C8575" w14:textId="03A8D43A" w:rsidR="000D73BF" w:rsidRDefault="00A57039" w:rsidP="000D73BF">
            <w:pPr>
              <w:pStyle w:val="SIBulletList2"/>
            </w:pPr>
            <w:r>
              <w:t>8</w:t>
            </w:r>
            <w:r w:rsidR="000D73BF" w:rsidRPr="000D73BF">
              <w:t xml:space="preserve"> elective units.</w:t>
            </w:r>
          </w:p>
          <w:p w14:paraId="0B4900C4" w14:textId="0AAF2198" w:rsidR="00D06C96" w:rsidRDefault="00D06C96" w:rsidP="00856066">
            <w:pPr>
              <w:pStyle w:val="SIText"/>
            </w:pPr>
          </w:p>
          <w:p w14:paraId="217429A0" w14:textId="77777777" w:rsidR="006F59F4" w:rsidRPr="006F59F4" w:rsidRDefault="006F59F4" w:rsidP="00856066">
            <w:pPr>
              <w:pStyle w:val="SIText"/>
            </w:pPr>
            <w:r w:rsidRPr="006F59F4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4C2FBAE9" w14:textId="7EE26D90" w:rsidR="00A57039" w:rsidRDefault="00A57039" w:rsidP="006F59F4">
            <w:pPr>
              <w:pStyle w:val="SIBulletList1"/>
            </w:pPr>
            <w:r>
              <w:t>4</w:t>
            </w:r>
            <w:r w:rsidR="006F59F4" w:rsidRPr="006F59F4">
              <w:t xml:space="preserve"> units </w:t>
            </w:r>
            <w:r w:rsidR="00271A28">
              <w:t xml:space="preserve">must be </w:t>
            </w:r>
            <w:r w:rsidR="006F59F4" w:rsidRPr="006F59F4">
              <w:t xml:space="preserve">from </w:t>
            </w:r>
            <w:r>
              <w:t>group A</w:t>
            </w:r>
          </w:p>
          <w:p w14:paraId="006D9AB2" w14:textId="2AF5618D" w:rsidR="006F59F4" w:rsidRPr="006F59F4" w:rsidRDefault="00A57039" w:rsidP="006F59F4">
            <w:pPr>
              <w:pStyle w:val="SIBulletList1"/>
            </w:pPr>
            <w:r>
              <w:t>2 units must be from groups A or B</w:t>
            </w:r>
          </w:p>
          <w:p w14:paraId="79B305FA" w14:textId="47425CDD" w:rsidR="006F59F4" w:rsidRPr="006F59F4" w:rsidRDefault="00A57039" w:rsidP="00271A28">
            <w:pPr>
              <w:pStyle w:val="SIBulletList1"/>
            </w:pPr>
            <w:r>
              <w:t>2</w:t>
            </w:r>
            <w:r w:rsidR="006F59F4" w:rsidRPr="006F59F4">
              <w:t xml:space="preserve"> units </w:t>
            </w:r>
            <w:r w:rsidR="00271A28">
              <w:t xml:space="preserve">must be from the remaining </w:t>
            </w:r>
            <w:r>
              <w:t>units</w:t>
            </w:r>
            <w:r w:rsidR="00271A28">
              <w:t xml:space="preserve"> listed </w:t>
            </w:r>
            <w:r>
              <w:t>in groups A or B</w:t>
            </w:r>
            <w:r w:rsidR="00271A28">
              <w:t>,</w:t>
            </w:r>
            <w:r w:rsidR="006F59F4" w:rsidRPr="006F59F4">
              <w:t xml:space="preserve"> or any </w:t>
            </w:r>
            <w:r w:rsidR="00271A28">
              <w:t>currently</w:t>
            </w:r>
            <w:r w:rsidR="006F59F4" w:rsidRPr="006F59F4">
              <w:t xml:space="preserve"> endorsed Training Package or </w:t>
            </w:r>
            <w:r w:rsidR="00271A28">
              <w:t>a</w:t>
            </w:r>
            <w:r w:rsidR="006F59F4" w:rsidRPr="006F59F4">
              <w:t xml:space="preserve">ccredited </w:t>
            </w:r>
            <w:r w:rsidR="00271A28">
              <w:t>c</w:t>
            </w:r>
            <w:r w:rsidR="006F59F4" w:rsidRPr="006F59F4">
              <w:t>ourse</w:t>
            </w:r>
            <w:r w:rsidR="00271A28">
              <w:t>.</w:t>
            </w:r>
          </w:p>
          <w:p w14:paraId="780F4E54" w14:textId="77777777" w:rsidR="000D73BF" w:rsidRDefault="000D73BF" w:rsidP="000D73BF"/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69"/>
              <w:gridCol w:w="5528"/>
            </w:tblGrid>
            <w:tr w:rsidR="00A83988" w:rsidRPr="005C7EA8" w14:paraId="55544B03" w14:textId="77777777" w:rsidTr="00A83988">
              <w:tc>
                <w:tcPr>
                  <w:tcW w:w="2569" w:type="dxa"/>
                </w:tcPr>
                <w:p w14:paraId="087CFBD6" w14:textId="77777777" w:rsidR="00A83988" w:rsidRPr="00A83988" w:rsidRDefault="00A83988" w:rsidP="00A83988">
                  <w:pPr>
                    <w:pStyle w:val="SIText"/>
                  </w:pPr>
                  <w:r w:rsidRPr="00E94476">
                    <w:t>AHCPCM40</w:t>
                  </w:r>
                  <w:r w:rsidRPr="00A83988">
                    <w:t>6</w:t>
                  </w:r>
                </w:p>
              </w:tc>
              <w:tc>
                <w:tcPr>
                  <w:tcW w:w="5528" w:type="dxa"/>
                </w:tcPr>
                <w:p w14:paraId="3DD5FCE9" w14:textId="77777777" w:rsidR="00A83988" w:rsidRPr="00A83988" w:rsidRDefault="00A83988" w:rsidP="00A83988">
                  <w:pPr>
                    <w:pStyle w:val="SIText"/>
                  </w:pPr>
                  <w:r w:rsidRPr="00E94476">
                    <w:t>Develop a soil health and plant nutrition program</w:t>
                  </w:r>
                </w:p>
              </w:tc>
            </w:tr>
            <w:tr w:rsidR="00A83988" w:rsidRPr="005C7EA8" w14:paraId="3AFD62F6" w14:textId="77777777" w:rsidTr="00A83988">
              <w:tc>
                <w:tcPr>
                  <w:tcW w:w="2569" w:type="dxa"/>
                </w:tcPr>
                <w:p w14:paraId="31F2BEBB" w14:textId="77777777" w:rsidR="00A83988" w:rsidRPr="00A83988" w:rsidRDefault="00A83988" w:rsidP="00A83988">
                  <w:pPr>
                    <w:pStyle w:val="SIText"/>
                  </w:pPr>
                  <w:r w:rsidRPr="00E94476">
                    <w:t>AHCPGD40</w:t>
                  </w:r>
                  <w:r w:rsidRPr="00A83988">
                    <w:t>4</w:t>
                  </w:r>
                </w:p>
              </w:tc>
              <w:tc>
                <w:tcPr>
                  <w:tcW w:w="5528" w:type="dxa"/>
                </w:tcPr>
                <w:p w14:paraId="488BEC84" w14:textId="77777777" w:rsidR="00A83988" w:rsidRPr="00A83988" w:rsidRDefault="00A83988" w:rsidP="00A83988">
                  <w:pPr>
                    <w:pStyle w:val="SIText"/>
                  </w:pPr>
                  <w:r w:rsidRPr="00E94476">
                    <w:t xml:space="preserve">Plan a plant </w:t>
                  </w:r>
                  <w:r w:rsidRPr="00A83988">
                    <w:t>establishment program</w:t>
                  </w:r>
                </w:p>
              </w:tc>
            </w:tr>
            <w:tr w:rsidR="006F59F4" w:rsidRPr="005C7EA8" w14:paraId="3609873C" w14:textId="77777777" w:rsidTr="00A83988">
              <w:tc>
                <w:tcPr>
                  <w:tcW w:w="2569" w:type="dxa"/>
                </w:tcPr>
                <w:p w14:paraId="581342A7" w14:textId="44E57CA4" w:rsidR="006F59F4" w:rsidRPr="00856066" w:rsidRDefault="006F59F4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AHCWHS4</w:t>
                  </w:r>
                  <w:r w:rsidR="00271A28">
                    <w:t>X</w:t>
                  </w:r>
                  <w:r w:rsidR="002F1B79">
                    <w:t>1</w:t>
                  </w:r>
                </w:p>
              </w:tc>
              <w:tc>
                <w:tcPr>
                  <w:tcW w:w="5528" w:type="dxa"/>
                </w:tcPr>
                <w:p w14:paraId="75F0E837" w14:textId="76B863D9" w:rsidR="006F59F4" w:rsidRPr="00856066" w:rsidRDefault="006F59F4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Maintain work</w:t>
                  </w:r>
                  <w:r w:rsidR="00271A28">
                    <w:t>place</w:t>
                  </w:r>
                  <w:r w:rsidRPr="00856066">
                    <w:t xml:space="preserve"> health and safety processes</w:t>
                  </w:r>
                </w:p>
              </w:tc>
            </w:tr>
            <w:tr w:rsidR="00A83988" w:rsidRPr="005C7EA8" w14:paraId="58032A2A" w14:textId="77777777" w:rsidTr="00A83988">
              <w:tc>
                <w:tcPr>
                  <w:tcW w:w="2569" w:type="dxa"/>
                </w:tcPr>
                <w:p w14:paraId="170AFC3A" w14:textId="19F91366" w:rsidR="00A83988" w:rsidRPr="00856066" w:rsidRDefault="00A83988" w:rsidP="00856066">
                  <w:pPr>
                    <w:pStyle w:val="SIText"/>
                  </w:pPr>
                  <w:r>
                    <w:t>AHCWRK4X5</w:t>
                  </w:r>
                </w:p>
              </w:tc>
              <w:tc>
                <w:tcPr>
                  <w:tcW w:w="5528" w:type="dxa"/>
                </w:tcPr>
                <w:p w14:paraId="1B7AFB30" w14:textId="27105598" w:rsidR="00A83988" w:rsidRPr="00856066" w:rsidRDefault="00A83988" w:rsidP="00856066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5A936F79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652853BD" w14:textId="22930A5D" w:rsidR="00A83988" w:rsidRPr="00A83988" w:rsidRDefault="00A83988" w:rsidP="00A83988">
            <w:pPr>
              <w:pStyle w:val="SIText-Bold"/>
              <w:rPr>
                <w:lang w:eastAsia="en-US"/>
              </w:rPr>
            </w:pPr>
            <w:r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9"/>
              <w:gridCol w:w="5568"/>
            </w:tblGrid>
            <w:tr w:rsidR="00D332FB" w:rsidRPr="005C7EA8" w14:paraId="5D65DBF4" w14:textId="77777777" w:rsidTr="00D05FD6">
              <w:tc>
                <w:tcPr>
                  <w:tcW w:w="2529" w:type="dxa"/>
                </w:tcPr>
                <w:p w14:paraId="70001152" w14:textId="77777777" w:rsidR="00D332FB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AHCBUS407</w:t>
                  </w:r>
                </w:p>
              </w:tc>
              <w:tc>
                <w:tcPr>
                  <w:tcW w:w="5568" w:type="dxa"/>
                </w:tcPr>
                <w:p w14:paraId="4DA566CE" w14:textId="77777777" w:rsidR="00D332FB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Cost a project</w:t>
                  </w:r>
                </w:p>
              </w:tc>
            </w:tr>
            <w:tr w:rsidR="00D332FB" w:rsidRPr="005C7EA8" w14:paraId="31A13E91" w14:textId="77777777" w:rsidTr="00D05FD6">
              <w:tc>
                <w:tcPr>
                  <w:tcW w:w="2529" w:type="dxa"/>
                </w:tcPr>
                <w:p w14:paraId="27B407CB" w14:textId="77777777" w:rsidR="00D332FB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AHCBUS408</w:t>
                  </w:r>
                </w:p>
              </w:tc>
              <w:tc>
                <w:tcPr>
                  <w:tcW w:w="5568" w:type="dxa"/>
                </w:tcPr>
                <w:p w14:paraId="409BBCA8" w14:textId="77777777" w:rsidR="00D332FB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Operate within a budget framework</w:t>
                  </w:r>
                </w:p>
              </w:tc>
            </w:tr>
            <w:tr w:rsidR="00A83988" w:rsidRPr="00D332FB" w14:paraId="2C95E64A" w14:textId="77777777" w:rsidTr="00A83988">
              <w:tc>
                <w:tcPr>
                  <w:tcW w:w="2529" w:type="dxa"/>
                </w:tcPr>
                <w:p w14:paraId="0A4DB047" w14:textId="2746DECD" w:rsidR="00A83988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rPr>
                      <w:rStyle w:val="SITemporarytext-blue"/>
                      <w:color w:val="auto"/>
                      <w:sz w:val="20"/>
                    </w:rPr>
                    <w:t>AHCBUS4X</w:t>
                  </w:r>
                  <w:r w:rsidR="00F40307" w:rsidRPr="00F40307">
                    <w:rPr>
                      <w:rStyle w:val="SITemporarytext-blue"/>
                      <w:color w:val="auto"/>
                      <w:sz w:val="20"/>
                    </w:rPr>
                    <w:t>10</w:t>
                  </w:r>
                </w:p>
              </w:tc>
              <w:tc>
                <w:tcPr>
                  <w:tcW w:w="5568" w:type="dxa"/>
                </w:tcPr>
                <w:p w14:paraId="61704F0F" w14:textId="776F658D" w:rsidR="00A83988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rPr>
                      <w:rStyle w:val="SITemporarytext-blue"/>
                      <w:color w:val="auto"/>
                      <w:sz w:val="20"/>
                    </w:rPr>
                    <w:t>Report on a project</w:t>
                  </w:r>
                </w:p>
              </w:tc>
            </w:tr>
            <w:tr w:rsidR="00D332FB" w:rsidRPr="00856066" w14:paraId="1EF942E4" w14:textId="77777777" w:rsidTr="00D05FD6">
              <w:tc>
                <w:tcPr>
                  <w:tcW w:w="2529" w:type="dxa"/>
                </w:tcPr>
                <w:p w14:paraId="64712322" w14:textId="77777777" w:rsidR="00D332FB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AHCCHM405</w:t>
                  </w:r>
                </w:p>
              </w:tc>
              <w:tc>
                <w:tcPr>
                  <w:tcW w:w="5568" w:type="dxa"/>
                </w:tcPr>
                <w:p w14:paraId="635DC271" w14:textId="77777777" w:rsidR="00D332FB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Plan and implement a chemical use program</w:t>
                  </w:r>
                </w:p>
              </w:tc>
            </w:tr>
            <w:tr w:rsidR="00D332FB" w:rsidRPr="00856066" w14:paraId="44486AD4" w14:textId="77777777" w:rsidTr="00D05FD6">
              <w:tc>
                <w:tcPr>
                  <w:tcW w:w="2529" w:type="dxa"/>
                </w:tcPr>
                <w:p w14:paraId="22F0455F" w14:textId="77777777" w:rsidR="00D332FB" w:rsidRPr="00D332FB" w:rsidRDefault="00D332FB" w:rsidP="00D332FB">
                  <w:pPr>
                    <w:pStyle w:val="SIText"/>
                  </w:pPr>
                  <w:r w:rsidRPr="00856066">
                    <w:t>AHCIRG437</w:t>
                  </w:r>
                </w:p>
              </w:tc>
              <w:tc>
                <w:tcPr>
                  <w:tcW w:w="5568" w:type="dxa"/>
                </w:tcPr>
                <w:p w14:paraId="76A21D3B" w14:textId="77777777" w:rsidR="00D332FB" w:rsidRPr="00D332FB" w:rsidRDefault="00D332FB" w:rsidP="00D332FB">
                  <w:pPr>
                    <w:pStyle w:val="SIText"/>
                  </w:pPr>
                  <w:r w:rsidRPr="00856066">
                    <w:t>Schedule irrigations</w:t>
                  </w:r>
                </w:p>
              </w:tc>
            </w:tr>
            <w:tr w:rsidR="00D332FB" w:rsidRPr="00856066" w14:paraId="4B9F4C58" w14:textId="77777777" w:rsidTr="00D05FD6">
              <w:tc>
                <w:tcPr>
                  <w:tcW w:w="2529" w:type="dxa"/>
                </w:tcPr>
                <w:p w14:paraId="5D230964" w14:textId="77777777" w:rsidR="00D332FB" w:rsidRPr="00D332FB" w:rsidRDefault="00D332FB" w:rsidP="00D332FB">
                  <w:pPr>
                    <w:pStyle w:val="SIText"/>
                  </w:pPr>
                  <w:r w:rsidRPr="00856066">
                    <w:t>AHCLSC40</w:t>
                  </w:r>
                  <w:r w:rsidRPr="00D332FB">
                    <w:t>4</w:t>
                  </w:r>
                </w:p>
              </w:tc>
              <w:tc>
                <w:tcPr>
                  <w:tcW w:w="5568" w:type="dxa"/>
                </w:tcPr>
                <w:p w14:paraId="242C1E9E" w14:textId="77777777" w:rsidR="00D332FB" w:rsidRPr="00D332FB" w:rsidRDefault="00D332FB" w:rsidP="00D332FB">
                  <w:pPr>
                    <w:pStyle w:val="SIText"/>
                  </w:pPr>
                  <w:r w:rsidRPr="00856066">
                    <w:t>Supervise landscape project works</w:t>
                  </w:r>
                </w:p>
              </w:tc>
            </w:tr>
            <w:tr w:rsidR="00D332FB" w:rsidRPr="00856066" w14:paraId="5D8DB530" w14:textId="77777777" w:rsidTr="00D05FD6">
              <w:tc>
                <w:tcPr>
                  <w:tcW w:w="2529" w:type="dxa"/>
                </w:tcPr>
                <w:p w14:paraId="7E220CD9" w14:textId="77777777" w:rsidR="00D332FB" w:rsidRPr="00D332FB" w:rsidRDefault="00D332FB" w:rsidP="00D332FB">
                  <w:pPr>
                    <w:pStyle w:val="SIText"/>
                  </w:pPr>
                  <w:r w:rsidRPr="00856066">
                    <w:t>AHCMOM402</w:t>
                  </w:r>
                </w:p>
              </w:tc>
              <w:tc>
                <w:tcPr>
                  <w:tcW w:w="5568" w:type="dxa"/>
                </w:tcPr>
                <w:p w14:paraId="7B53EBE5" w14:textId="77777777" w:rsidR="00D332FB" w:rsidRPr="00D332FB" w:rsidRDefault="00D332FB" w:rsidP="00D332FB">
                  <w:pPr>
                    <w:pStyle w:val="SIText"/>
                  </w:pPr>
                  <w:r w:rsidRPr="00856066">
                    <w:t xml:space="preserve">Supervise maintenance of property, machinery and </w:t>
                  </w:r>
                  <w:r w:rsidRPr="00D332FB">
                    <w:t>equipment</w:t>
                  </w:r>
                </w:p>
              </w:tc>
            </w:tr>
            <w:tr w:rsidR="00D332FB" w:rsidRPr="00E94476" w14:paraId="1A39E1F3" w14:textId="77777777" w:rsidTr="00D05FD6">
              <w:tc>
                <w:tcPr>
                  <w:tcW w:w="2529" w:type="dxa"/>
                </w:tcPr>
                <w:p w14:paraId="68B31AAE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AHCPCM40</w:t>
                  </w:r>
                  <w:r w:rsidRPr="00D332FB">
                    <w:t>4</w:t>
                  </w:r>
                </w:p>
              </w:tc>
              <w:tc>
                <w:tcPr>
                  <w:tcW w:w="5568" w:type="dxa"/>
                </w:tcPr>
                <w:p w14:paraId="3A13874A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Recommend plants and cultural practices</w:t>
                  </w:r>
                </w:p>
              </w:tc>
            </w:tr>
            <w:tr w:rsidR="00D332FB" w:rsidRPr="00E94476" w14:paraId="1A2A3357" w14:textId="77777777" w:rsidTr="00D05FD6">
              <w:tc>
                <w:tcPr>
                  <w:tcW w:w="2529" w:type="dxa"/>
                </w:tcPr>
                <w:p w14:paraId="28331C5D" w14:textId="77777777" w:rsidR="00D332FB" w:rsidRPr="00D332FB" w:rsidRDefault="00D332FB" w:rsidP="00D332FB">
                  <w:pPr>
                    <w:pStyle w:val="SIText"/>
                  </w:pPr>
                  <w:r w:rsidRPr="00E94476">
                    <w:lastRenderedPageBreak/>
                    <w:t>AHCPGD40</w:t>
                  </w:r>
                  <w:r w:rsidRPr="00D332FB">
                    <w:t>3</w:t>
                  </w:r>
                </w:p>
              </w:tc>
              <w:tc>
                <w:tcPr>
                  <w:tcW w:w="5568" w:type="dxa"/>
                </w:tcPr>
                <w:p w14:paraId="4BD3DF4C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Design plant displays</w:t>
                  </w:r>
                </w:p>
              </w:tc>
            </w:tr>
            <w:tr w:rsidR="00D332FB" w:rsidRPr="00786898" w14:paraId="440BDAFB" w14:textId="77777777" w:rsidTr="00D05FD6">
              <w:tc>
                <w:tcPr>
                  <w:tcW w:w="2529" w:type="dxa"/>
                </w:tcPr>
                <w:p w14:paraId="5BB7FD50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AHCPMG409</w:t>
                  </w:r>
                </w:p>
              </w:tc>
              <w:tc>
                <w:tcPr>
                  <w:tcW w:w="5568" w:type="dxa"/>
                </w:tcPr>
                <w:p w14:paraId="3C7DE01F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Implement a pest management plan</w:t>
                  </w:r>
                </w:p>
              </w:tc>
            </w:tr>
            <w:tr w:rsidR="00D332FB" w:rsidRPr="00E94476" w14:paraId="0F1B869F" w14:textId="77777777" w:rsidTr="00D05FD6">
              <w:tc>
                <w:tcPr>
                  <w:tcW w:w="2529" w:type="dxa"/>
                </w:tcPr>
                <w:p w14:paraId="7B30D6A7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AHCTRF403</w:t>
                  </w:r>
                </w:p>
              </w:tc>
              <w:tc>
                <w:tcPr>
                  <w:tcW w:w="5568" w:type="dxa"/>
                </w:tcPr>
                <w:p w14:paraId="1BA7CACB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Develop a sports turf maintenance program</w:t>
                  </w:r>
                </w:p>
              </w:tc>
            </w:tr>
            <w:tr w:rsidR="00D332FB" w:rsidRPr="00E94476" w14:paraId="4CA13774" w14:textId="77777777" w:rsidTr="00D05FD6">
              <w:tc>
                <w:tcPr>
                  <w:tcW w:w="2529" w:type="dxa"/>
                </w:tcPr>
                <w:p w14:paraId="774CF6DB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AHCWRK4</w:t>
                  </w:r>
                  <w:r w:rsidRPr="00D332FB">
                    <w:t>X3</w:t>
                  </w:r>
                </w:p>
              </w:tc>
              <w:tc>
                <w:tcPr>
                  <w:tcW w:w="5568" w:type="dxa"/>
                </w:tcPr>
                <w:p w14:paraId="5EA720C6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Supervise work routines and staff performance</w:t>
                  </w:r>
                </w:p>
              </w:tc>
            </w:tr>
            <w:tr w:rsidR="00D332FB" w:rsidRPr="00E94476" w14:paraId="2BA8B6EF" w14:textId="77777777" w:rsidTr="00D05FD6">
              <w:tc>
                <w:tcPr>
                  <w:tcW w:w="2529" w:type="dxa"/>
                </w:tcPr>
                <w:p w14:paraId="4DBE421A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BSBHRM4</w:t>
                  </w:r>
                  <w:r w:rsidRPr="00D332FB">
                    <w:t>15</w:t>
                  </w:r>
                </w:p>
              </w:tc>
              <w:tc>
                <w:tcPr>
                  <w:tcW w:w="5568" w:type="dxa"/>
                </w:tcPr>
                <w:p w14:paraId="16FAB970" w14:textId="77777777" w:rsidR="00D332FB" w:rsidRPr="00D332FB" w:rsidRDefault="00D332FB" w:rsidP="00D332FB">
                  <w:pPr>
                    <w:pStyle w:val="SIText"/>
                  </w:pPr>
                  <w:r>
                    <w:t>Coordinate recruitment and onboarding</w:t>
                  </w:r>
                </w:p>
              </w:tc>
            </w:tr>
          </w:tbl>
          <w:p w14:paraId="05B7D742" w14:textId="2E2FAA59" w:rsidR="004270D2" w:rsidRDefault="004270D2" w:rsidP="00205F8D"/>
          <w:p w14:paraId="75A6D89E" w14:textId="4769F290" w:rsidR="00A83988" w:rsidRDefault="00A83988" w:rsidP="00A83988">
            <w:pPr>
              <w:pStyle w:val="SIText-Bold"/>
            </w:pPr>
            <w:r>
              <w:t>Group 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9"/>
              <w:gridCol w:w="5568"/>
            </w:tblGrid>
            <w:tr w:rsidR="00E94476" w:rsidRPr="005C7EA8" w14:paraId="44079930" w14:textId="77777777" w:rsidTr="00A83988">
              <w:tc>
                <w:tcPr>
                  <w:tcW w:w="2529" w:type="dxa"/>
                </w:tcPr>
                <w:p w14:paraId="5E456A19" w14:textId="27DE104B" w:rsidR="00E94476" w:rsidRPr="00856066" w:rsidRDefault="00E94476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AHCCHM403</w:t>
                  </w:r>
                </w:p>
              </w:tc>
              <w:tc>
                <w:tcPr>
                  <w:tcW w:w="5568" w:type="dxa"/>
                </w:tcPr>
                <w:p w14:paraId="2804323A" w14:textId="0D23D555" w:rsidR="00E94476" w:rsidRPr="00856066" w:rsidRDefault="00E94476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Prepare safe operating procedures for calibration of equipment</w:t>
                  </w:r>
                </w:p>
              </w:tc>
            </w:tr>
            <w:tr w:rsidR="00E94476" w:rsidRPr="005C7EA8" w14:paraId="1EA1344C" w14:textId="77777777" w:rsidTr="00A83988">
              <w:tc>
                <w:tcPr>
                  <w:tcW w:w="2529" w:type="dxa"/>
                </w:tcPr>
                <w:p w14:paraId="4598B126" w14:textId="32BBC751" w:rsidR="00E94476" w:rsidRPr="00856066" w:rsidRDefault="00E94476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AHCCHM404</w:t>
                  </w:r>
                </w:p>
              </w:tc>
              <w:tc>
                <w:tcPr>
                  <w:tcW w:w="5568" w:type="dxa"/>
                </w:tcPr>
                <w:p w14:paraId="0DD0CEFB" w14:textId="68DA330F" w:rsidR="00E94476" w:rsidRPr="00856066" w:rsidRDefault="00E94476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Develop procedures to minimise risks in the use of chemicals</w:t>
                  </w:r>
                </w:p>
              </w:tc>
            </w:tr>
            <w:tr w:rsidR="00961AEE" w:rsidRPr="005C7EA8" w14:paraId="33BC5B4B" w14:textId="77777777" w:rsidTr="00A83988">
              <w:tc>
                <w:tcPr>
                  <w:tcW w:w="2529" w:type="dxa"/>
                </w:tcPr>
                <w:p w14:paraId="5B6495BA" w14:textId="77777777" w:rsidR="00961AEE" w:rsidRPr="00961AEE" w:rsidRDefault="00961AEE" w:rsidP="00961AEE">
                  <w:pPr>
                    <w:pStyle w:val="SIText"/>
                  </w:pPr>
                  <w:r w:rsidRPr="00E94476">
                    <w:t>AHC</w:t>
                  </w:r>
                  <w:r w:rsidRPr="00961AEE">
                    <w:t>ECR402</w:t>
                  </w:r>
                </w:p>
              </w:tc>
              <w:tc>
                <w:tcPr>
                  <w:tcW w:w="5568" w:type="dxa"/>
                </w:tcPr>
                <w:p w14:paraId="3CD0DD08" w14:textId="77777777" w:rsidR="00961AEE" w:rsidRPr="00961AEE" w:rsidRDefault="00961AEE" w:rsidP="00961AEE">
                  <w:pPr>
                    <w:pStyle w:val="SIText"/>
                  </w:pPr>
                  <w:r w:rsidRPr="00E94476">
                    <w:t>Plan the implementation of revegetation works</w:t>
                  </w:r>
                </w:p>
              </w:tc>
            </w:tr>
            <w:tr w:rsidR="00E94476" w:rsidRPr="005C7EA8" w14:paraId="2D49FA71" w14:textId="77777777" w:rsidTr="00A83988">
              <w:tc>
                <w:tcPr>
                  <w:tcW w:w="2529" w:type="dxa"/>
                </w:tcPr>
                <w:p w14:paraId="7D057A8A" w14:textId="498FD335" w:rsidR="00E94476" w:rsidRPr="00856066" w:rsidRDefault="00E94476" w:rsidP="00856066">
                  <w:pPr>
                    <w:pStyle w:val="SIText"/>
                  </w:pPr>
                  <w:r w:rsidRPr="00856066">
                    <w:t>AHCIRG442</w:t>
                  </w:r>
                </w:p>
              </w:tc>
              <w:tc>
                <w:tcPr>
                  <w:tcW w:w="5568" w:type="dxa"/>
                </w:tcPr>
                <w:p w14:paraId="563AEAAE" w14:textId="2DA67FE2" w:rsidR="00E94476" w:rsidRPr="00856066" w:rsidRDefault="00E94476" w:rsidP="00856066">
                  <w:pPr>
                    <w:pStyle w:val="SIText"/>
                  </w:pPr>
                  <w:r w:rsidRPr="00856066">
                    <w:t>Supervise irrigation system installation</w:t>
                  </w:r>
                </w:p>
              </w:tc>
            </w:tr>
            <w:tr w:rsidR="00E94476" w:rsidRPr="005C7EA8" w14:paraId="24CF1E1A" w14:textId="77777777" w:rsidTr="00A83988">
              <w:tc>
                <w:tcPr>
                  <w:tcW w:w="2529" w:type="dxa"/>
                </w:tcPr>
                <w:p w14:paraId="0FD08EF4" w14:textId="39338FDF" w:rsidR="00E94476" w:rsidRPr="00E94476" w:rsidRDefault="00E94476" w:rsidP="00E94476">
                  <w:pPr>
                    <w:pStyle w:val="SIText"/>
                  </w:pPr>
                  <w:r w:rsidRPr="00E94476">
                    <w:t>AHCNSY40</w:t>
                  </w:r>
                  <w:r w:rsidR="004E2C31">
                    <w:t>3</w:t>
                  </w:r>
                </w:p>
              </w:tc>
              <w:tc>
                <w:tcPr>
                  <w:tcW w:w="5568" w:type="dxa"/>
                </w:tcPr>
                <w:p w14:paraId="4F08EF3F" w14:textId="1CCBA1D7" w:rsidR="00E94476" w:rsidRPr="00E94476" w:rsidRDefault="00E94476" w:rsidP="00E94476">
                  <w:pPr>
                    <w:pStyle w:val="SIText"/>
                  </w:pPr>
                  <w:r w:rsidRPr="00E94476">
                    <w:t>Plan a growing-on program</w:t>
                  </w:r>
                </w:p>
              </w:tc>
            </w:tr>
            <w:tr w:rsidR="00E94476" w:rsidRPr="005C7EA8" w14:paraId="263DB140" w14:textId="77777777" w:rsidTr="00A83988">
              <w:tc>
                <w:tcPr>
                  <w:tcW w:w="2529" w:type="dxa"/>
                </w:tcPr>
                <w:p w14:paraId="38C29999" w14:textId="0A232B0B" w:rsidR="00E94476" w:rsidRPr="00E94476" w:rsidRDefault="00E94476" w:rsidP="00E94476">
                  <w:pPr>
                    <w:pStyle w:val="SIText"/>
                  </w:pPr>
                  <w:r w:rsidRPr="00E94476">
                    <w:t>AHCNSY40</w:t>
                  </w:r>
                  <w:r w:rsidR="004E2C31">
                    <w:t>4</w:t>
                  </w:r>
                </w:p>
              </w:tc>
              <w:tc>
                <w:tcPr>
                  <w:tcW w:w="5568" w:type="dxa"/>
                </w:tcPr>
                <w:p w14:paraId="1C8B475E" w14:textId="3831557D" w:rsidR="00E94476" w:rsidRPr="00E94476" w:rsidRDefault="00E94476" w:rsidP="00E94476">
                  <w:pPr>
                    <w:pStyle w:val="SIText"/>
                  </w:pPr>
                  <w:r w:rsidRPr="00E94476">
                    <w:t>Plan a propagation program</w:t>
                  </w:r>
                </w:p>
              </w:tc>
            </w:tr>
            <w:tr w:rsidR="00E94476" w:rsidRPr="005C7EA8" w14:paraId="57446F90" w14:textId="77777777" w:rsidTr="00A83988">
              <w:tc>
                <w:tcPr>
                  <w:tcW w:w="2529" w:type="dxa"/>
                </w:tcPr>
                <w:p w14:paraId="674A047B" w14:textId="09A86BD7" w:rsidR="00E94476" w:rsidRPr="00E94476" w:rsidRDefault="00E94476" w:rsidP="00E94476">
                  <w:pPr>
                    <w:pStyle w:val="SIText"/>
                  </w:pPr>
                  <w:r w:rsidRPr="00E94476">
                    <w:t>AHCORG403</w:t>
                  </w:r>
                </w:p>
              </w:tc>
              <w:tc>
                <w:tcPr>
                  <w:tcW w:w="5568" w:type="dxa"/>
                </w:tcPr>
                <w:p w14:paraId="1D9AD0AE" w14:textId="1D3DBA2D" w:rsidR="00E94476" w:rsidRPr="00E94476" w:rsidRDefault="00E94476" w:rsidP="00E94476">
                  <w:pPr>
                    <w:pStyle w:val="SIText"/>
                  </w:pPr>
                  <w:r w:rsidRPr="00E94476">
                    <w:t>Manage organic soil improvement</w:t>
                  </w:r>
                </w:p>
              </w:tc>
            </w:tr>
            <w:tr w:rsidR="00E94476" w:rsidRPr="005C7EA8" w14:paraId="51E0D2F0" w14:textId="77777777" w:rsidTr="00A83988">
              <w:tc>
                <w:tcPr>
                  <w:tcW w:w="2529" w:type="dxa"/>
                </w:tcPr>
                <w:p w14:paraId="21F45866" w14:textId="144A8920" w:rsidR="00E94476" w:rsidRPr="00E94476" w:rsidRDefault="00E94476" w:rsidP="00E94476">
                  <w:pPr>
                    <w:pStyle w:val="SIText"/>
                  </w:pPr>
                  <w:r w:rsidRPr="00E94476">
                    <w:t>AHCPMG4</w:t>
                  </w:r>
                  <w:r w:rsidR="004E2C31">
                    <w:t>0</w:t>
                  </w:r>
                  <w:r w:rsidRPr="00E94476">
                    <w:t>1</w:t>
                  </w:r>
                </w:p>
              </w:tc>
              <w:tc>
                <w:tcPr>
                  <w:tcW w:w="5568" w:type="dxa"/>
                </w:tcPr>
                <w:p w14:paraId="35EFF6EE" w14:textId="005FF67D" w:rsidR="00E94476" w:rsidRPr="00E94476" w:rsidRDefault="00E94476" w:rsidP="00E94476">
                  <w:pPr>
                    <w:pStyle w:val="SIText"/>
                  </w:pPr>
                  <w:r w:rsidRPr="00E94476">
                    <w:t>Implement the pest monitoring and evaluation plan</w:t>
                  </w:r>
                </w:p>
              </w:tc>
            </w:tr>
            <w:tr w:rsidR="00E94476" w:rsidRPr="005C7EA8" w14:paraId="410AD21A" w14:textId="77777777" w:rsidTr="00A83988">
              <w:tc>
                <w:tcPr>
                  <w:tcW w:w="2529" w:type="dxa"/>
                </w:tcPr>
                <w:p w14:paraId="4D4D93EB" w14:textId="3521746E" w:rsidR="00E94476" w:rsidRPr="00E94476" w:rsidRDefault="00E94476" w:rsidP="00E94476">
                  <w:pPr>
                    <w:pStyle w:val="SIText"/>
                  </w:pPr>
                  <w:r w:rsidRPr="00E94476">
                    <w:t>AHCSOL40</w:t>
                  </w:r>
                  <w:r w:rsidR="007D19AA">
                    <w:t>6</w:t>
                  </w:r>
                </w:p>
              </w:tc>
              <w:tc>
                <w:tcPr>
                  <w:tcW w:w="5568" w:type="dxa"/>
                </w:tcPr>
                <w:p w14:paraId="34306E78" w14:textId="6B307771" w:rsidR="00E94476" w:rsidRPr="00E94476" w:rsidRDefault="00E94476" w:rsidP="00E94476">
                  <w:pPr>
                    <w:pStyle w:val="SIText"/>
                  </w:pPr>
                  <w:r w:rsidRPr="00E94476">
                    <w:t>Sample soils and interpret results</w:t>
                  </w:r>
                </w:p>
              </w:tc>
            </w:tr>
            <w:tr w:rsidR="00E94476" w:rsidRPr="005C7EA8" w14:paraId="3A0CE3E8" w14:textId="77777777" w:rsidTr="00A83988">
              <w:tc>
                <w:tcPr>
                  <w:tcW w:w="2529" w:type="dxa"/>
                </w:tcPr>
                <w:p w14:paraId="6D48ED28" w14:textId="53EC81EC" w:rsidR="00E94476" w:rsidRPr="00E94476" w:rsidRDefault="00E94476" w:rsidP="00E94476">
                  <w:pPr>
                    <w:pStyle w:val="SIText"/>
                  </w:pPr>
                  <w:r w:rsidRPr="00E94476">
                    <w:t>AHCTRF404</w:t>
                  </w:r>
                </w:p>
              </w:tc>
              <w:tc>
                <w:tcPr>
                  <w:tcW w:w="5568" w:type="dxa"/>
                </w:tcPr>
                <w:p w14:paraId="21BF1171" w14:textId="3341182C" w:rsidR="00E94476" w:rsidRPr="00E94476" w:rsidRDefault="00E94476" w:rsidP="00E94476">
                  <w:pPr>
                    <w:pStyle w:val="SIText"/>
                  </w:pPr>
                  <w:r w:rsidRPr="00E94476">
                    <w:t>Plan and implement sports turf renovation</w:t>
                  </w:r>
                </w:p>
              </w:tc>
            </w:tr>
            <w:tr w:rsidR="00C57350" w:rsidRPr="005C7EA8" w14:paraId="3A4E3BE5" w14:textId="77777777" w:rsidTr="00A83988">
              <w:tc>
                <w:tcPr>
                  <w:tcW w:w="2529" w:type="dxa"/>
                </w:tcPr>
                <w:p w14:paraId="4A9651C5" w14:textId="0759FE29" w:rsidR="00C57350" w:rsidRPr="00E94476" w:rsidRDefault="00FF7D36" w:rsidP="00E94476">
                  <w:pPr>
                    <w:pStyle w:val="SIText"/>
                  </w:pPr>
                  <w:r>
                    <w:t>AHCWAT303</w:t>
                  </w:r>
                </w:p>
              </w:tc>
              <w:tc>
                <w:tcPr>
                  <w:tcW w:w="5568" w:type="dxa"/>
                </w:tcPr>
                <w:p w14:paraId="03CBBE3F" w14:textId="1B10369E" w:rsidR="00C57350" w:rsidRPr="00E94476" w:rsidRDefault="00FF7D36" w:rsidP="00E94476">
                  <w:pPr>
                    <w:pStyle w:val="SIText"/>
                  </w:pPr>
                  <w:r>
                    <w:t>Access, extract and monitor water for irrigation</w:t>
                  </w:r>
                </w:p>
              </w:tc>
            </w:tr>
            <w:tr w:rsidR="00C57350" w:rsidRPr="005C7EA8" w14:paraId="605953AF" w14:textId="77777777" w:rsidTr="00A83988">
              <w:tc>
                <w:tcPr>
                  <w:tcW w:w="2529" w:type="dxa"/>
                </w:tcPr>
                <w:p w14:paraId="2C55570E" w14:textId="691A1DB4" w:rsidR="00C57350" w:rsidRPr="00E94476" w:rsidRDefault="00FF7D36" w:rsidP="00E94476">
                  <w:pPr>
                    <w:pStyle w:val="SIText"/>
                  </w:pPr>
                  <w:r>
                    <w:t>AHCWAT505</w:t>
                  </w:r>
                </w:p>
              </w:tc>
              <w:tc>
                <w:tcPr>
                  <w:tcW w:w="5568" w:type="dxa"/>
                </w:tcPr>
                <w:p w14:paraId="60F98B13" w14:textId="74DA81E4" w:rsidR="00C57350" w:rsidRPr="00E94476" w:rsidRDefault="00FF7D36" w:rsidP="00E94476">
                  <w:pPr>
                    <w:pStyle w:val="SIText"/>
                  </w:pPr>
                  <w:r>
                    <w:t>Purchase and sell temporary water for irrigated agriculture and horticulture</w:t>
                  </w:r>
                </w:p>
              </w:tc>
            </w:tr>
            <w:tr w:rsidR="00C57350" w:rsidRPr="005C7EA8" w14:paraId="6E6B1F3F" w14:textId="77777777" w:rsidTr="00A83988">
              <w:tc>
                <w:tcPr>
                  <w:tcW w:w="2529" w:type="dxa"/>
                </w:tcPr>
                <w:p w14:paraId="1DCD0532" w14:textId="5A256E0E" w:rsidR="00C57350" w:rsidRPr="00E94476" w:rsidRDefault="00FF7D36" w:rsidP="00E94476">
                  <w:pPr>
                    <w:pStyle w:val="SIText"/>
                  </w:pPr>
                  <w:r>
                    <w:t>AHCWAT506</w:t>
                  </w:r>
                </w:p>
              </w:tc>
              <w:tc>
                <w:tcPr>
                  <w:tcW w:w="5568" w:type="dxa"/>
                </w:tcPr>
                <w:p w14:paraId="5D4D02A3" w14:textId="515E6EB6" w:rsidR="00C57350" w:rsidRPr="00E94476" w:rsidRDefault="00FF7D36" w:rsidP="00E94476">
                  <w:pPr>
                    <w:pStyle w:val="SIText"/>
                  </w:pPr>
                  <w:r>
                    <w:t>Identify carryover water or continuous accounting</w:t>
                  </w:r>
                </w:p>
              </w:tc>
            </w:tr>
            <w:tr w:rsidR="00E94476" w:rsidRPr="005C7EA8" w14:paraId="5BE8F863" w14:textId="77777777" w:rsidTr="00A83988">
              <w:tc>
                <w:tcPr>
                  <w:tcW w:w="2529" w:type="dxa"/>
                </w:tcPr>
                <w:p w14:paraId="1B901C8A" w14:textId="5F7C6F29" w:rsidR="00E94476" w:rsidRPr="00E94476" w:rsidRDefault="00E94476" w:rsidP="00E94476">
                  <w:pPr>
                    <w:pStyle w:val="SIText"/>
                  </w:pPr>
                  <w:r w:rsidRPr="00E94476">
                    <w:t>AHCWRK4</w:t>
                  </w:r>
                  <w:r w:rsidR="007D19AA">
                    <w:t>X</w:t>
                  </w:r>
                  <w:r w:rsidR="002F1B79">
                    <w:t>1</w:t>
                  </w:r>
                </w:p>
              </w:tc>
              <w:tc>
                <w:tcPr>
                  <w:tcW w:w="5568" w:type="dxa"/>
                </w:tcPr>
                <w:p w14:paraId="02A3AB22" w14:textId="43C15182" w:rsidR="00E94476" w:rsidRPr="00E94476" w:rsidRDefault="00E94476" w:rsidP="00E94476">
                  <w:pPr>
                    <w:pStyle w:val="SIText"/>
                  </w:pPr>
                  <w:r w:rsidRPr="00E94476">
                    <w:t>Implement quality assurance procedures</w:t>
                  </w:r>
                </w:p>
              </w:tc>
            </w:tr>
            <w:tr w:rsidR="009C6DC4" w:rsidRPr="005C7EA8" w14:paraId="0B05A9A3" w14:textId="77777777" w:rsidTr="00A83988">
              <w:tc>
                <w:tcPr>
                  <w:tcW w:w="2529" w:type="dxa"/>
                </w:tcPr>
                <w:p w14:paraId="706EDE99" w14:textId="562FA245" w:rsidR="009C6DC4" w:rsidRPr="00E94476" w:rsidRDefault="009C6DC4" w:rsidP="00E94476">
                  <w:pPr>
                    <w:pStyle w:val="SIText"/>
                  </w:pPr>
                  <w:r>
                    <w:t>AHCWRK4X</w:t>
                  </w:r>
                  <w:r w:rsidR="00C776E2">
                    <w:t>6</w:t>
                  </w:r>
                </w:p>
              </w:tc>
              <w:tc>
                <w:tcPr>
                  <w:tcW w:w="5568" w:type="dxa"/>
                </w:tcPr>
                <w:p w14:paraId="685E76EF" w14:textId="3361AC92" w:rsidR="009C6DC4" w:rsidRPr="00E94476" w:rsidRDefault="009C6DC4" w:rsidP="00E94476">
                  <w:pPr>
                    <w:pStyle w:val="SIText"/>
                  </w:pPr>
                  <w:r>
                    <w:t>Develop community networks</w:t>
                  </w:r>
                </w:p>
              </w:tc>
            </w:tr>
            <w:tr w:rsidR="00E94476" w:rsidRPr="005C7EA8" w14:paraId="14D50FDE" w14:textId="77777777" w:rsidTr="00A83988">
              <w:tc>
                <w:tcPr>
                  <w:tcW w:w="2529" w:type="dxa"/>
                </w:tcPr>
                <w:p w14:paraId="776A9FE4" w14:textId="318A8325" w:rsidR="00E94476" w:rsidRPr="00E94476" w:rsidRDefault="00E94476" w:rsidP="00E94476">
                  <w:pPr>
                    <w:pStyle w:val="SIText"/>
                  </w:pPr>
                  <w:r w:rsidRPr="00E94476">
                    <w:t>BSB</w:t>
                  </w:r>
                  <w:r w:rsidR="007D19AA">
                    <w:t>TEC401</w:t>
                  </w:r>
                </w:p>
              </w:tc>
              <w:tc>
                <w:tcPr>
                  <w:tcW w:w="5568" w:type="dxa"/>
                </w:tcPr>
                <w:p w14:paraId="5084E1BE" w14:textId="0CE0DA03" w:rsidR="00E94476" w:rsidRPr="00E94476" w:rsidRDefault="007D19AA" w:rsidP="00E94476">
                  <w:pPr>
                    <w:pStyle w:val="SIText"/>
                  </w:pPr>
                  <w:r>
                    <w:t>Design and p</w:t>
                  </w:r>
                  <w:r w:rsidR="00E94476" w:rsidRPr="00E94476">
                    <w:t xml:space="preserve">roduce complex </w:t>
                  </w:r>
                  <w:r>
                    <w:t>text</w:t>
                  </w:r>
                  <w:r w:rsidR="00E94476" w:rsidRPr="00E94476">
                    <w:t xml:space="preserve"> documents</w:t>
                  </w:r>
                </w:p>
              </w:tc>
            </w:tr>
            <w:tr w:rsidR="00E94476" w:rsidRPr="005C7EA8" w14:paraId="4AA9E576" w14:textId="77777777" w:rsidTr="00A83988">
              <w:tc>
                <w:tcPr>
                  <w:tcW w:w="2529" w:type="dxa"/>
                </w:tcPr>
                <w:p w14:paraId="36927E83" w14:textId="43ADFBF6" w:rsidR="00E94476" w:rsidRPr="00E94476" w:rsidRDefault="00E94476" w:rsidP="00E94476">
                  <w:pPr>
                    <w:pStyle w:val="SIText"/>
                  </w:pPr>
                  <w:r w:rsidRPr="00E94476">
                    <w:t>CUAACD3</w:t>
                  </w:r>
                  <w:r w:rsidR="007D19AA">
                    <w:t>1</w:t>
                  </w:r>
                  <w:r w:rsidRPr="00E94476">
                    <w:t>3</w:t>
                  </w:r>
                </w:p>
              </w:tc>
              <w:tc>
                <w:tcPr>
                  <w:tcW w:w="5568" w:type="dxa"/>
                </w:tcPr>
                <w:p w14:paraId="2D0C446D" w14:textId="12F20B29" w:rsidR="00E94476" w:rsidRPr="00E94476" w:rsidRDefault="00E94476" w:rsidP="00E94476">
                  <w:pPr>
                    <w:pStyle w:val="SIText"/>
                  </w:pPr>
                  <w:r w:rsidRPr="00E94476">
                    <w:t>Produce technical drawings</w:t>
                  </w:r>
                </w:p>
              </w:tc>
            </w:tr>
            <w:tr w:rsidR="00E94476" w:rsidRPr="005C7EA8" w14:paraId="6395825A" w14:textId="77777777" w:rsidTr="00A83988">
              <w:tc>
                <w:tcPr>
                  <w:tcW w:w="2529" w:type="dxa"/>
                </w:tcPr>
                <w:p w14:paraId="487FC419" w14:textId="5984AFDE" w:rsidR="00E94476" w:rsidRPr="00E94476" w:rsidRDefault="00E94476" w:rsidP="00E94476">
                  <w:pPr>
                    <w:pStyle w:val="SIText"/>
                  </w:pPr>
                  <w:r w:rsidRPr="00E94476">
                    <w:t>TLIR4002</w:t>
                  </w:r>
                </w:p>
              </w:tc>
              <w:tc>
                <w:tcPr>
                  <w:tcW w:w="5568" w:type="dxa"/>
                </w:tcPr>
                <w:p w14:paraId="6892D22A" w14:textId="525BC3FE" w:rsidR="00E94476" w:rsidRPr="00E94476" w:rsidRDefault="00E94476" w:rsidP="00E94476">
                  <w:pPr>
                    <w:pStyle w:val="SIText"/>
                  </w:pPr>
                  <w:r w:rsidRPr="00E94476">
                    <w:t>Source goods/services and evaluate contractors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4B855E4A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271A28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94476" w:rsidRPr="00BC49BB" w14:paraId="4E8B5AF1" w14:textId="77777777" w:rsidTr="00EA116F">
              <w:tc>
                <w:tcPr>
                  <w:tcW w:w="1028" w:type="pct"/>
                </w:tcPr>
                <w:p w14:paraId="0E999D99" w14:textId="670685E5" w:rsidR="00E94476" w:rsidRPr="00E94476" w:rsidRDefault="00E94476" w:rsidP="00E94476">
                  <w:pPr>
                    <w:pStyle w:val="SIText"/>
                  </w:pPr>
                  <w:r w:rsidRPr="00E94476">
                    <w:t>AHC4</w:t>
                  </w:r>
                  <w:r w:rsidR="00B576AE">
                    <w:t>04</w:t>
                  </w:r>
                  <w:r w:rsidR="00271A28">
                    <w:t>XX</w:t>
                  </w:r>
                  <w:r w:rsidRPr="00E94476">
                    <w:t xml:space="preserve"> Certificate IV in Horticulture</w:t>
                  </w:r>
                </w:p>
              </w:tc>
              <w:tc>
                <w:tcPr>
                  <w:tcW w:w="1105" w:type="pct"/>
                </w:tcPr>
                <w:p w14:paraId="363FA603" w14:textId="679CE2A8" w:rsidR="00E94476" w:rsidRPr="00E94476" w:rsidRDefault="00E94476" w:rsidP="00E94476">
                  <w:pPr>
                    <w:pStyle w:val="SIText"/>
                  </w:pPr>
                  <w:r w:rsidRPr="00E94476">
                    <w:t>AHC40416 Certificate IV in Horticulture</w:t>
                  </w:r>
                </w:p>
              </w:tc>
              <w:tc>
                <w:tcPr>
                  <w:tcW w:w="1398" w:type="pct"/>
                </w:tcPr>
                <w:p w14:paraId="7EAD03CD" w14:textId="77777777" w:rsidR="00A57039" w:rsidRDefault="00A57039" w:rsidP="00271A28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40307ACC" w14:textId="7567560D" w:rsidR="00271A28" w:rsidRPr="00271A28" w:rsidRDefault="00A57039" w:rsidP="00271A28">
                  <w:pPr>
                    <w:pStyle w:val="SIText"/>
                  </w:pPr>
                  <w:r>
                    <w:t>Revised</w:t>
                  </w:r>
                  <w:r w:rsidR="00271A28">
                    <w:t xml:space="preserve"> </w:t>
                  </w:r>
                  <w:r w:rsidR="00271A28" w:rsidRPr="00271A28">
                    <w:t>packaging rules</w:t>
                  </w:r>
                  <w:r>
                    <w:t xml:space="preserve"> to better reflect outcomes</w:t>
                  </w:r>
                </w:p>
                <w:p w14:paraId="1EE3B6AF" w14:textId="69F73F6E" w:rsidR="00271A28" w:rsidRPr="00271A28" w:rsidRDefault="00A57039" w:rsidP="00271A28">
                  <w:pPr>
                    <w:pStyle w:val="SIText"/>
                  </w:pPr>
                  <w:r>
                    <w:t>Revised and increased</w:t>
                  </w:r>
                  <w:r w:rsidR="00271A28">
                    <w:t xml:space="preserve"> core unit</w:t>
                  </w:r>
                  <w:r>
                    <w:t>s by 3 units</w:t>
                  </w:r>
                </w:p>
                <w:p w14:paraId="42D09A1B" w14:textId="3D275AF5" w:rsidR="00E94476" w:rsidRPr="00E94476" w:rsidRDefault="00A57039" w:rsidP="00271A28">
                  <w:pPr>
                    <w:pStyle w:val="SIText"/>
                  </w:pPr>
                  <w:r>
                    <w:t>A</w:t>
                  </w:r>
                  <w:r w:rsidR="00271A28">
                    <w:t>dded</w:t>
                  </w:r>
                  <w:r>
                    <w:t xml:space="preserve"> electives group A and B, added</w:t>
                  </w:r>
                  <w:r w:rsidR="00271A28" w:rsidRPr="00271A28">
                    <w:t>, removed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1591C718" w:rsidR="00E94476" w:rsidRPr="00E94476" w:rsidRDefault="00271A28" w:rsidP="00E94476">
                  <w:pPr>
                    <w:pStyle w:val="SIText"/>
                  </w:pPr>
                  <w:r>
                    <w:t>Not e</w:t>
                  </w:r>
                  <w:r w:rsidR="00E94476" w:rsidRPr="00E94476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56CECE70" w:rsidR="0074167B" w:rsidRPr="00856066" w:rsidRDefault="00140954" w:rsidP="008560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6066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856066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856066">
              <w:rPr>
                <w:rStyle w:val="SITemporarytext-blue"/>
                <w:color w:val="auto"/>
                <w:sz w:val="20"/>
              </w:rPr>
              <w:t>:</w:t>
            </w:r>
            <w:r w:rsidR="00856066" w:rsidRPr="00856066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856066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81AD0" w14:textId="77777777" w:rsidR="00CB42B2" w:rsidRDefault="00CB42B2" w:rsidP="00BF3F0A">
      <w:r>
        <w:separator/>
      </w:r>
    </w:p>
    <w:p w14:paraId="6FE98363" w14:textId="77777777" w:rsidR="00CB42B2" w:rsidRDefault="00CB42B2"/>
  </w:endnote>
  <w:endnote w:type="continuationSeparator" w:id="0">
    <w:p w14:paraId="16258667" w14:textId="77777777" w:rsidR="00CB42B2" w:rsidRDefault="00CB42B2" w:rsidP="00BF3F0A">
      <w:r>
        <w:continuationSeparator/>
      </w:r>
    </w:p>
    <w:p w14:paraId="38A1E8DF" w14:textId="77777777" w:rsidR="00CB42B2" w:rsidRDefault="00CB42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2275" w14:textId="77777777" w:rsidR="00CB42B2" w:rsidRDefault="00CB42B2" w:rsidP="00BF3F0A">
      <w:r>
        <w:separator/>
      </w:r>
    </w:p>
    <w:p w14:paraId="1CC7C749" w14:textId="77777777" w:rsidR="00CB42B2" w:rsidRDefault="00CB42B2"/>
  </w:footnote>
  <w:footnote w:type="continuationSeparator" w:id="0">
    <w:p w14:paraId="0684CA02" w14:textId="77777777" w:rsidR="00CB42B2" w:rsidRDefault="00CB42B2" w:rsidP="00BF3F0A">
      <w:r>
        <w:continuationSeparator/>
      </w:r>
    </w:p>
    <w:p w14:paraId="2F4666ED" w14:textId="77777777" w:rsidR="00CB42B2" w:rsidRDefault="00CB42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5ABF14BC" w:rsidR="009C2650" w:rsidRDefault="00B00306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5654" w:rsidRPr="009B5654">
      <w:t>AHC4</w:t>
    </w:r>
    <w:r w:rsidR="00B576AE">
      <w:t>04</w:t>
    </w:r>
    <w:r w:rsidR="00E05585">
      <w:t>XX</w:t>
    </w:r>
    <w:r w:rsidR="009B5654" w:rsidRPr="009B5654">
      <w:t xml:space="preserve"> Certificate IV in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02493D"/>
    <w:multiLevelType w:val="multilevel"/>
    <w:tmpl w:val="CFD6D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8D7AE9"/>
    <w:multiLevelType w:val="multilevel"/>
    <w:tmpl w:val="FF4A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9273876">
    <w:abstractNumId w:val="14"/>
  </w:num>
  <w:num w:numId="2" w16cid:durableId="493188295">
    <w:abstractNumId w:val="5"/>
  </w:num>
  <w:num w:numId="3" w16cid:durableId="320500766">
    <w:abstractNumId w:val="4"/>
  </w:num>
  <w:num w:numId="4" w16cid:durableId="1582987611">
    <w:abstractNumId w:val="25"/>
  </w:num>
  <w:num w:numId="5" w16cid:durableId="1731810375">
    <w:abstractNumId w:val="2"/>
  </w:num>
  <w:num w:numId="6" w16cid:durableId="1386485693">
    <w:abstractNumId w:val="13"/>
  </w:num>
  <w:num w:numId="7" w16cid:durableId="1500779296">
    <w:abstractNumId w:val="3"/>
  </w:num>
  <w:num w:numId="8" w16cid:durableId="1564176969">
    <w:abstractNumId w:val="0"/>
  </w:num>
  <w:num w:numId="9" w16cid:durableId="321157579">
    <w:abstractNumId w:val="23"/>
  </w:num>
  <w:num w:numId="10" w16cid:durableId="228852478">
    <w:abstractNumId w:val="16"/>
  </w:num>
  <w:num w:numId="11" w16cid:durableId="459151589">
    <w:abstractNumId w:val="21"/>
  </w:num>
  <w:num w:numId="12" w16cid:durableId="1218129804">
    <w:abstractNumId w:val="18"/>
  </w:num>
  <w:num w:numId="13" w16cid:durableId="1571844344">
    <w:abstractNumId w:val="27"/>
  </w:num>
  <w:num w:numId="14" w16cid:durableId="853885658">
    <w:abstractNumId w:val="15"/>
  </w:num>
  <w:num w:numId="15" w16cid:durableId="654259437">
    <w:abstractNumId w:val="26"/>
  </w:num>
  <w:num w:numId="16" w16cid:durableId="359477854">
    <w:abstractNumId w:val="11"/>
  </w:num>
  <w:num w:numId="17" w16cid:durableId="282660587">
    <w:abstractNumId w:val="8"/>
  </w:num>
  <w:num w:numId="18" w16cid:durableId="900991335">
    <w:abstractNumId w:val="22"/>
  </w:num>
  <w:num w:numId="19" w16cid:durableId="1113012727">
    <w:abstractNumId w:val="1"/>
  </w:num>
  <w:num w:numId="20" w16cid:durableId="907836977">
    <w:abstractNumId w:val="10"/>
  </w:num>
  <w:num w:numId="21" w16cid:durableId="2101295696">
    <w:abstractNumId w:val="20"/>
  </w:num>
  <w:num w:numId="22" w16cid:durableId="442186969">
    <w:abstractNumId w:val="6"/>
  </w:num>
  <w:num w:numId="23" w16cid:durableId="973604805">
    <w:abstractNumId w:val="7"/>
  </w:num>
  <w:num w:numId="24" w16cid:durableId="513374370">
    <w:abstractNumId w:val="19"/>
  </w:num>
  <w:num w:numId="25" w16cid:durableId="1384133840">
    <w:abstractNumId w:val="17"/>
  </w:num>
  <w:num w:numId="26" w16cid:durableId="765540662">
    <w:abstractNumId w:val="28"/>
  </w:num>
  <w:num w:numId="27" w16cid:durableId="2074156201">
    <w:abstractNumId w:val="9"/>
  </w:num>
  <w:num w:numId="28" w16cid:durableId="1758135958">
    <w:abstractNumId w:val="24"/>
  </w:num>
  <w:num w:numId="29" w16cid:durableId="740856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190"/>
    <w:rsid w:val="00041E59"/>
    <w:rsid w:val="000547BE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3BF"/>
    <w:rsid w:val="000D7BE6"/>
    <w:rsid w:val="000E2C86"/>
    <w:rsid w:val="000F29F2"/>
    <w:rsid w:val="00101659"/>
    <w:rsid w:val="001078BF"/>
    <w:rsid w:val="00123255"/>
    <w:rsid w:val="00125729"/>
    <w:rsid w:val="0013254D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D1F82"/>
    <w:rsid w:val="001E16BC"/>
    <w:rsid w:val="001F28F9"/>
    <w:rsid w:val="001F2BA5"/>
    <w:rsid w:val="001F308D"/>
    <w:rsid w:val="00201A7C"/>
    <w:rsid w:val="00205F8D"/>
    <w:rsid w:val="00212D1B"/>
    <w:rsid w:val="0021414D"/>
    <w:rsid w:val="00223124"/>
    <w:rsid w:val="00234444"/>
    <w:rsid w:val="0023487D"/>
    <w:rsid w:val="00242293"/>
    <w:rsid w:val="00244EA7"/>
    <w:rsid w:val="00262FC3"/>
    <w:rsid w:val="00271A28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79"/>
    <w:rsid w:val="002F1BE6"/>
    <w:rsid w:val="00321C7C"/>
    <w:rsid w:val="00337E82"/>
    <w:rsid w:val="00344904"/>
    <w:rsid w:val="00350BB1"/>
    <w:rsid w:val="003526A5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2C31"/>
    <w:rsid w:val="004E5FAE"/>
    <w:rsid w:val="004E7094"/>
    <w:rsid w:val="004F5537"/>
    <w:rsid w:val="004F5DC7"/>
    <w:rsid w:val="004F78DA"/>
    <w:rsid w:val="00502C52"/>
    <w:rsid w:val="00523209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E2B1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6F59F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D77"/>
    <w:rsid w:val="007860B7"/>
    <w:rsid w:val="00786898"/>
    <w:rsid w:val="00786DC8"/>
    <w:rsid w:val="0079358C"/>
    <w:rsid w:val="007A1149"/>
    <w:rsid w:val="007C1416"/>
    <w:rsid w:val="007D19AA"/>
    <w:rsid w:val="007D5A78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0B2D"/>
    <w:rsid w:val="00847B60"/>
    <w:rsid w:val="00850243"/>
    <w:rsid w:val="008545EB"/>
    <w:rsid w:val="00856066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1AEE"/>
    <w:rsid w:val="00964D87"/>
    <w:rsid w:val="00970747"/>
    <w:rsid w:val="0098725E"/>
    <w:rsid w:val="009A5900"/>
    <w:rsid w:val="009B5654"/>
    <w:rsid w:val="009C2650"/>
    <w:rsid w:val="009C6DC4"/>
    <w:rsid w:val="009D15E2"/>
    <w:rsid w:val="009D15FE"/>
    <w:rsid w:val="009D5D2C"/>
    <w:rsid w:val="009E22ED"/>
    <w:rsid w:val="009E568C"/>
    <w:rsid w:val="009E7EC0"/>
    <w:rsid w:val="009F0DCC"/>
    <w:rsid w:val="009F11CA"/>
    <w:rsid w:val="009F2E27"/>
    <w:rsid w:val="00A0695B"/>
    <w:rsid w:val="00A13052"/>
    <w:rsid w:val="00A216A8"/>
    <w:rsid w:val="00A223A6"/>
    <w:rsid w:val="00A354FC"/>
    <w:rsid w:val="00A5092E"/>
    <w:rsid w:val="00A56E14"/>
    <w:rsid w:val="00A57039"/>
    <w:rsid w:val="00A637BB"/>
    <w:rsid w:val="00A6476B"/>
    <w:rsid w:val="00A6651B"/>
    <w:rsid w:val="00A75FDC"/>
    <w:rsid w:val="00A76C6C"/>
    <w:rsid w:val="00A772D9"/>
    <w:rsid w:val="00A83988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00306"/>
    <w:rsid w:val="00B12013"/>
    <w:rsid w:val="00B22C67"/>
    <w:rsid w:val="00B3508F"/>
    <w:rsid w:val="00B361D2"/>
    <w:rsid w:val="00B443EE"/>
    <w:rsid w:val="00B560C8"/>
    <w:rsid w:val="00B576AE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C74B9"/>
    <w:rsid w:val="00BD3B0F"/>
    <w:rsid w:val="00BE6738"/>
    <w:rsid w:val="00BE7FD9"/>
    <w:rsid w:val="00BF1D4C"/>
    <w:rsid w:val="00BF3F0A"/>
    <w:rsid w:val="00BF4C89"/>
    <w:rsid w:val="00C143C3"/>
    <w:rsid w:val="00C1739B"/>
    <w:rsid w:val="00C252A2"/>
    <w:rsid w:val="00C26067"/>
    <w:rsid w:val="00C30A29"/>
    <w:rsid w:val="00C317DC"/>
    <w:rsid w:val="00C57350"/>
    <w:rsid w:val="00C578E9"/>
    <w:rsid w:val="00C703E2"/>
    <w:rsid w:val="00C70626"/>
    <w:rsid w:val="00C72860"/>
    <w:rsid w:val="00C73B90"/>
    <w:rsid w:val="00C776E2"/>
    <w:rsid w:val="00C87E0C"/>
    <w:rsid w:val="00C96A28"/>
    <w:rsid w:val="00C96AF3"/>
    <w:rsid w:val="00C97CCC"/>
    <w:rsid w:val="00CA0274"/>
    <w:rsid w:val="00CA303F"/>
    <w:rsid w:val="00CB361C"/>
    <w:rsid w:val="00CB42B2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C96"/>
    <w:rsid w:val="00D07D4E"/>
    <w:rsid w:val="00D115AA"/>
    <w:rsid w:val="00D145BE"/>
    <w:rsid w:val="00D20C57"/>
    <w:rsid w:val="00D25D16"/>
    <w:rsid w:val="00D30BC5"/>
    <w:rsid w:val="00D32124"/>
    <w:rsid w:val="00D332FB"/>
    <w:rsid w:val="00D46CE1"/>
    <w:rsid w:val="00D527EF"/>
    <w:rsid w:val="00D54C76"/>
    <w:rsid w:val="00D65221"/>
    <w:rsid w:val="00D65422"/>
    <w:rsid w:val="00D67242"/>
    <w:rsid w:val="00D727F3"/>
    <w:rsid w:val="00D73695"/>
    <w:rsid w:val="00D810DE"/>
    <w:rsid w:val="00D81F16"/>
    <w:rsid w:val="00D87D32"/>
    <w:rsid w:val="00D92C83"/>
    <w:rsid w:val="00DA0A81"/>
    <w:rsid w:val="00DA3C10"/>
    <w:rsid w:val="00DA53B5"/>
    <w:rsid w:val="00DC1D69"/>
    <w:rsid w:val="00DC5A3A"/>
    <w:rsid w:val="00DF6C70"/>
    <w:rsid w:val="00E048B1"/>
    <w:rsid w:val="00E05585"/>
    <w:rsid w:val="00E11B8C"/>
    <w:rsid w:val="00E22986"/>
    <w:rsid w:val="00E238E6"/>
    <w:rsid w:val="00E246B1"/>
    <w:rsid w:val="00E35064"/>
    <w:rsid w:val="00E438C3"/>
    <w:rsid w:val="00E501F0"/>
    <w:rsid w:val="00E9014F"/>
    <w:rsid w:val="00E91BFF"/>
    <w:rsid w:val="00E92933"/>
    <w:rsid w:val="00E94476"/>
    <w:rsid w:val="00EA116F"/>
    <w:rsid w:val="00EA3B97"/>
    <w:rsid w:val="00EB0AA4"/>
    <w:rsid w:val="00EB58C7"/>
    <w:rsid w:val="00EB5C88"/>
    <w:rsid w:val="00EC0469"/>
    <w:rsid w:val="00EC2F24"/>
    <w:rsid w:val="00ED6B38"/>
    <w:rsid w:val="00EF01F8"/>
    <w:rsid w:val="00EF40EF"/>
    <w:rsid w:val="00F07C48"/>
    <w:rsid w:val="00F1480E"/>
    <w:rsid w:val="00F1497D"/>
    <w:rsid w:val="00F16AAC"/>
    <w:rsid w:val="00F35A6A"/>
    <w:rsid w:val="00F40307"/>
    <w:rsid w:val="00F438FC"/>
    <w:rsid w:val="00F5616F"/>
    <w:rsid w:val="00F56827"/>
    <w:rsid w:val="00F65EF0"/>
    <w:rsid w:val="00F71651"/>
    <w:rsid w:val="00F73518"/>
    <w:rsid w:val="00F76CC6"/>
    <w:rsid w:val="00F817EB"/>
    <w:rsid w:val="00FE0282"/>
    <w:rsid w:val="00FE124D"/>
    <w:rsid w:val="00FE38C4"/>
    <w:rsid w:val="00FE792C"/>
    <w:rsid w:val="00FF2CCA"/>
    <w:rsid w:val="00FF58F8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23255"/>
    <w:rPr>
      <w:i/>
      <w:iCs/>
    </w:rPr>
  </w:style>
  <w:style w:type="paragraph" w:styleId="Revision">
    <w:name w:val="Revision"/>
    <w:hidden/>
    <w:uiPriority w:val="99"/>
    <w:semiHidden/>
    <w:rsid w:val="003526A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2298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9569A8-61B9-435D-AE39-89BD9823EE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335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38</cp:revision>
  <cp:lastPrinted>2016-05-27T05:21:00Z</cp:lastPrinted>
  <dcterms:created xsi:type="dcterms:W3CDTF">2021-07-30T01:42:00Z</dcterms:created>
  <dcterms:modified xsi:type="dcterms:W3CDTF">2022-05-09T23:40:00Z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